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24D77" w14:textId="2FB6D4CC" w:rsidR="001976AB" w:rsidRDefault="00E3273E" w:rsidP="00912661">
      <w:pPr>
        <w:spacing w:after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6807BE" wp14:editId="75811D6A">
            <wp:simplePos x="0" y="0"/>
            <wp:positionH relativeFrom="column">
              <wp:posOffset>979805</wp:posOffset>
            </wp:positionH>
            <wp:positionV relativeFrom="paragraph">
              <wp:posOffset>337820</wp:posOffset>
            </wp:positionV>
            <wp:extent cx="3441700" cy="1812925"/>
            <wp:effectExtent l="19050" t="19050" r="25400" b="15875"/>
            <wp:wrapTopAndBottom/>
            <wp:docPr id="1" name="outerDiagram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76AB">
        <w:t>SmartArt Trapezoid List</w:t>
      </w:r>
    </w:p>
    <w:p w14:paraId="03E727B2" w14:textId="5BB451E6" w:rsidR="00703EE5" w:rsidRDefault="001976AB" w:rsidP="00912661">
      <w:pPr>
        <w:spacing w:after="0"/>
      </w:pPr>
      <w:r>
        <w:t>After SmartArt</w:t>
      </w:r>
    </w:p>
    <w:sectPr w:rsidR="00703EE5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6AB"/>
    <w:rsid w:val="000C1ECD"/>
    <w:rsid w:val="001976AB"/>
    <w:rsid w:val="00321565"/>
    <w:rsid w:val="00326855"/>
    <w:rsid w:val="004E38BB"/>
    <w:rsid w:val="005702D9"/>
    <w:rsid w:val="0062363A"/>
    <w:rsid w:val="007257C4"/>
    <w:rsid w:val="0087728C"/>
    <w:rsid w:val="00912661"/>
    <w:rsid w:val="00936920"/>
    <w:rsid w:val="00AB7264"/>
    <w:rsid w:val="00B1519E"/>
    <w:rsid w:val="00BB620D"/>
    <w:rsid w:val="00BD6080"/>
    <w:rsid w:val="00C26373"/>
    <w:rsid w:val="00C36DC0"/>
    <w:rsid w:val="00E3273E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C6906"/>
  <w14:discardImageEditingData/>
  <w14:defaultImageDpi w14:val="32767"/>
  <w15:chartTrackingRefBased/>
  <w15:docId w15:val="{CFD56DC0-4B7B-4063-B366-5A5C569F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771681-418E-4B6C-9D16-A6B5CAFBE1A7}" type="doc">
      <dgm:prSet loTypeId="urn:microsoft.com/office/officeart/2005/8/layout/hList6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C6C710A8-ED20-49C3-9928-59C707409C6E}">
      <dgm:prSet phldrT="[Text]"/>
      <dgm:spPr/>
      <dgm:t>
        <a:bodyPr/>
        <a:lstStyle/>
        <a:p>
          <a:r>
            <a:rPr lang="en-US">
              <a:solidFill>
                <a:srgbClr val="7030A0"/>
              </a:solidFill>
            </a:rPr>
            <a:t>One Animal</a:t>
          </a:r>
        </a:p>
      </dgm:t>
    </dgm:pt>
    <dgm:pt modelId="{E004FE83-0016-4C9F-800C-68E0E8508A2C}" type="parTrans" cxnId="{90A3FB57-4935-4724-8A06-0D8650E48B5D}">
      <dgm:prSet/>
      <dgm:spPr/>
      <dgm:t>
        <a:bodyPr/>
        <a:lstStyle/>
        <a:p>
          <a:endParaRPr lang="en-US">
            <a:solidFill>
              <a:srgbClr val="7030A0"/>
            </a:solidFill>
          </a:endParaRPr>
        </a:p>
      </dgm:t>
    </dgm:pt>
    <dgm:pt modelId="{3BACE86A-8152-4F31-85F5-3948ABD07A96}" type="sibTrans" cxnId="{90A3FB57-4935-4724-8A06-0D8650E48B5D}">
      <dgm:prSet/>
      <dgm:spPr/>
      <dgm:t>
        <a:bodyPr/>
        <a:lstStyle/>
        <a:p>
          <a:endParaRPr lang="en-US">
            <a:solidFill>
              <a:srgbClr val="7030A0"/>
            </a:solidFill>
          </a:endParaRPr>
        </a:p>
      </dgm:t>
    </dgm:pt>
    <dgm:pt modelId="{6861BE23-D778-4458-AAA2-23A82E2B4F67}">
      <dgm:prSet phldrT="[Text]"/>
      <dgm:spPr/>
      <dgm:t>
        <a:bodyPr/>
        <a:lstStyle/>
        <a:p>
          <a:r>
            <a:rPr lang="en-US">
              <a:solidFill>
                <a:srgbClr val="7030A0"/>
              </a:solidFill>
            </a:rPr>
            <a:t>Cat</a:t>
          </a:r>
        </a:p>
      </dgm:t>
    </dgm:pt>
    <dgm:pt modelId="{AB0AC0CF-F58B-4302-9C4B-375860290A2A}" type="parTrans" cxnId="{56E86E4E-AD5E-4A1D-9C8C-39C3740BBF49}">
      <dgm:prSet/>
      <dgm:spPr/>
      <dgm:t>
        <a:bodyPr/>
        <a:lstStyle/>
        <a:p>
          <a:endParaRPr lang="en-US">
            <a:solidFill>
              <a:srgbClr val="7030A0"/>
            </a:solidFill>
          </a:endParaRPr>
        </a:p>
      </dgm:t>
    </dgm:pt>
    <dgm:pt modelId="{22F4979B-0CD0-495E-9033-E72FC447087B}" type="sibTrans" cxnId="{56E86E4E-AD5E-4A1D-9C8C-39C3740BBF49}">
      <dgm:prSet/>
      <dgm:spPr/>
      <dgm:t>
        <a:bodyPr/>
        <a:lstStyle/>
        <a:p>
          <a:endParaRPr lang="en-US">
            <a:solidFill>
              <a:srgbClr val="7030A0"/>
            </a:solidFill>
          </a:endParaRPr>
        </a:p>
      </dgm:t>
    </dgm:pt>
    <dgm:pt modelId="{D6B18B51-78F2-4733-B3C7-B8E73AC53109}">
      <dgm:prSet phldrT="[Text]"/>
      <dgm:spPr/>
      <dgm:t>
        <a:bodyPr/>
        <a:lstStyle/>
        <a:p>
          <a:r>
            <a:rPr lang="en-US">
              <a:solidFill>
                <a:srgbClr val="7030A0"/>
              </a:solidFill>
            </a:rPr>
            <a:t>Dog</a:t>
          </a:r>
        </a:p>
      </dgm:t>
    </dgm:pt>
    <dgm:pt modelId="{7002B30E-D3B2-40BA-AD1C-FF428C67A272}" type="parTrans" cxnId="{EAB4383F-4BCD-4691-877F-F84C9FC77896}">
      <dgm:prSet/>
      <dgm:spPr/>
      <dgm:t>
        <a:bodyPr/>
        <a:lstStyle/>
        <a:p>
          <a:endParaRPr lang="en-US">
            <a:solidFill>
              <a:srgbClr val="7030A0"/>
            </a:solidFill>
          </a:endParaRPr>
        </a:p>
      </dgm:t>
    </dgm:pt>
    <dgm:pt modelId="{52ADA234-E411-4E35-9CB7-E40F0A0A8132}" type="sibTrans" cxnId="{EAB4383F-4BCD-4691-877F-F84C9FC77896}">
      <dgm:prSet/>
      <dgm:spPr/>
      <dgm:t>
        <a:bodyPr/>
        <a:lstStyle/>
        <a:p>
          <a:endParaRPr lang="en-US">
            <a:solidFill>
              <a:srgbClr val="7030A0"/>
            </a:solidFill>
          </a:endParaRPr>
        </a:p>
      </dgm:t>
    </dgm:pt>
    <dgm:pt modelId="{69FB8ACA-D640-4214-8230-0923606145FF}">
      <dgm:prSet phldrT="[Text]"/>
      <dgm:spPr/>
      <dgm:t>
        <a:bodyPr/>
        <a:lstStyle/>
        <a:p>
          <a:r>
            <a:rPr lang="en-US">
              <a:solidFill>
                <a:srgbClr val="7030A0"/>
              </a:solidFill>
            </a:rPr>
            <a:t>Two Flower</a:t>
          </a:r>
        </a:p>
      </dgm:t>
    </dgm:pt>
    <dgm:pt modelId="{71EC791D-3F05-41A4-B875-9840743F41B1}" type="parTrans" cxnId="{0796C774-97DC-4F4D-943C-AF4AF27ABAC5}">
      <dgm:prSet/>
      <dgm:spPr/>
      <dgm:t>
        <a:bodyPr/>
        <a:lstStyle/>
        <a:p>
          <a:endParaRPr lang="en-US">
            <a:solidFill>
              <a:srgbClr val="7030A0"/>
            </a:solidFill>
          </a:endParaRPr>
        </a:p>
      </dgm:t>
    </dgm:pt>
    <dgm:pt modelId="{22D72F42-54B4-4EFD-83FC-837E2B35F767}" type="sibTrans" cxnId="{0796C774-97DC-4F4D-943C-AF4AF27ABAC5}">
      <dgm:prSet/>
      <dgm:spPr/>
      <dgm:t>
        <a:bodyPr/>
        <a:lstStyle/>
        <a:p>
          <a:endParaRPr lang="en-US">
            <a:solidFill>
              <a:srgbClr val="7030A0"/>
            </a:solidFill>
          </a:endParaRPr>
        </a:p>
      </dgm:t>
    </dgm:pt>
    <dgm:pt modelId="{F579F54B-ADA1-42FD-A9BC-946DA0067FEB}">
      <dgm:prSet phldrT="[Text]"/>
      <dgm:spPr/>
      <dgm:t>
        <a:bodyPr/>
        <a:lstStyle/>
        <a:p>
          <a:r>
            <a:rPr lang="en-US">
              <a:solidFill>
                <a:srgbClr val="7030A0"/>
              </a:solidFill>
            </a:rPr>
            <a:t>Rose</a:t>
          </a:r>
        </a:p>
      </dgm:t>
    </dgm:pt>
    <dgm:pt modelId="{E3C42C35-2DD7-4D9C-B823-8A5A62B6E1B4}" type="parTrans" cxnId="{03110627-9EEB-40F6-8C49-272AC27D6849}">
      <dgm:prSet/>
      <dgm:spPr/>
      <dgm:t>
        <a:bodyPr/>
        <a:lstStyle/>
        <a:p>
          <a:endParaRPr lang="en-US">
            <a:solidFill>
              <a:srgbClr val="7030A0"/>
            </a:solidFill>
          </a:endParaRPr>
        </a:p>
      </dgm:t>
    </dgm:pt>
    <dgm:pt modelId="{0811AF35-3F77-4821-9E0D-F13CEC3DB586}" type="sibTrans" cxnId="{03110627-9EEB-40F6-8C49-272AC27D6849}">
      <dgm:prSet/>
      <dgm:spPr/>
      <dgm:t>
        <a:bodyPr/>
        <a:lstStyle/>
        <a:p>
          <a:endParaRPr lang="en-US">
            <a:solidFill>
              <a:srgbClr val="7030A0"/>
            </a:solidFill>
          </a:endParaRPr>
        </a:p>
      </dgm:t>
    </dgm:pt>
    <dgm:pt modelId="{10625D33-960C-4E8A-B6E7-679723AACB78}">
      <dgm:prSet phldrT="[Text]"/>
      <dgm:spPr/>
      <dgm:t>
        <a:bodyPr/>
        <a:lstStyle/>
        <a:p>
          <a:r>
            <a:rPr lang="en-US">
              <a:solidFill>
                <a:srgbClr val="7030A0"/>
              </a:solidFill>
            </a:rPr>
            <a:t>Tulip</a:t>
          </a:r>
        </a:p>
      </dgm:t>
    </dgm:pt>
    <dgm:pt modelId="{AB45F79E-5FFB-4956-84FC-963E3824BA81}" type="parTrans" cxnId="{2D93C8D3-1245-485C-979A-E5874EF22475}">
      <dgm:prSet/>
      <dgm:spPr/>
      <dgm:t>
        <a:bodyPr/>
        <a:lstStyle/>
        <a:p>
          <a:endParaRPr lang="en-US">
            <a:solidFill>
              <a:srgbClr val="7030A0"/>
            </a:solidFill>
          </a:endParaRPr>
        </a:p>
      </dgm:t>
    </dgm:pt>
    <dgm:pt modelId="{F659BABD-39B2-4706-B10E-372EF7CAF977}" type="sibTrans" cxnId="{2D93C8D3-1245-485C-979A-E5874EF22475}">
      <dgm:prSet/>
      <dgm:spPr/>
      <dgm:t>
        <a:bodyPr/>
        <a:lstStyle/>
        <a:p>
          <a:endParaRPr lang="en-US">
            <a:solidFill>
              <a:srgbClr val="7030A0"/>
            </a:solidFill>
          </a:endParaRPr>
        </a:p>
      </dgm:t>
    </dgm:pt>
    <dgm:pt modelId="{C99806A9-6362-4C60-93F9-A967DC90484A}" type="pres">
      <dgm:prSet presAssocID="{46771681-418E-4B6C-9D16-A6B5CAFBE1A7}" presName="Name0" presStyleCnt="0">
        <dgm:presLayoutVars>
          <dgm:dir/>
          <dgm:resizeHandles val="exact"/>
        </dgm:presLayoutVars>
      </dgm:prSet>
      <dgm:spPr/>
    </dgm:pt>
    <dgm:pt modelId="{0B362CB7-D2D3-4D7E-8A2B-18EF6178CC61}" type="pres">
      <dgm:prSet presAssocID="{C6C710A8-ED20-49C3-9928-59C707409C6E}" presName="node" presStyleLbl="node1" presStyleIdx="0" presStyleCnt="2" custScaleX="44636" custScaleY="65178">
        <dgm:presLayoutVars>
          <dgm:bulletEnabled val="1"/>
        </dgm:presLayoutVars>
      </dgm:prSet>
      <dgm:spPr/>
    </dgm:pt>
    <dgm:pt modelId="{B89FDD85-A95E-4714-9864-FBF9EDBA7B2C}" type="pres">
      <dgm:prSet presAssocID="{3BACE86A-8152-4F31-85F5-3948ABD07A96}" presName="sibTrans" presStyleCnt="0"/>
      <dgm:spPr/>
    </dgm:pt>
    <dgm:pt modelId="{5179AB4E-3C08-46E8-9E2C-9CD72A9EC4D8}" type="pres">
      <dgm:prSet presAssocID="{69FB8ACA-D640-4214-8230-0923606145FF}" presName="node" presStyleLbl="node1" presStyleIdx="1" presStyleCnt="2" custScaleX="62899" custScaleY="47746">
        <dgm:presLayoutVars>
          <dgm:bulletEnabled val="1"/>
        </dgm:presLayoutVars>
      </dgm:prSet>
      <dgm:spPr/>
    </dgm:pt>
  </dgm:ptLst>
  <dgm:cxnLst>
    <dgm:cxn modelId="{1E980220-9650-465D-8D00-AA5AD27EDE00}" type="presOf" srcId="{D6B18B51-78F2-4733-B3C7-B8E73AC53109}" destId="{0B362CB7-D2D3-4D7E-8A2B-18EF6178CC61}" srcOrd="0" destOrd="2" presId="urn:microsoft.com/office/officeart/2005/8/layout/hList6"/>
    <dgm:cxn modelId="{03110627-9EEB-40F6-8C49-272AC27D6849}" srcId="{69FB8ACA-D640-4214-8230-0923606145FF}" destId="{F579F54B-ADA1-42FD-A9BC-946DA0067FEB}" srcOrd="0" destOrd="0" parTransId="{E3C42C35-2DD7-4D9C-B823-8A5A62B6E1B4}" sibTransId="{0811AF35-3F77-4821-9E0D-F13CEC3DB586}"/>
    <dgm:cxn modelId="{EAB4383F-4BCD-4691-877F-F84C9FC77896}" srcId="{C6C710A8-ED20-49C3-9928-59C707409C6E}" destId="{D6B18B51-78F2-4733-B3C7-B8E73AC53109}" srcOrd="1" destOrd="0" parTransId="{7002B30E-D3B2-40BA-AD1C-FF428C67A272}" sibTransId="{52ADA234-E411-4E35-9CB7-E40F0A0A8132}"/>
    <dgm:cxn modelId="{99A69D64-46F0-4E35-8FF0-181432EEF1B5}" type="presOf" srcId="{46771681-418E-4B6C-9D16-A6B5CAFBE1A7}" destId="{C99806A9-6362-4C60-93F9-A967DC90484A}" srcOrd="0" destOrd="0" presId="urn:microsoft.com/office/officeart/2005/8/layout/hList6"/>
    <dgm:cxn modelId="{56E86E4E-AD5E-4A1D-9C8C-39C3740BBF49}" srcId="{C6C710A8-ED20-49C3-9928-59C707409C6E}" destId="{6861BE23-D778-4458-AAA2-23A82E2B4F67}" srcOrd="0" destOrd="0" parTransId="{AB0AC0CF-F58B-4302-9C4B-375860290A2A}" sibTransId="{22F4979B-0CD0-495E-9033-E72FC447087B}"/>
    <dgm:cxn modelId="{0796C774-97DC-4F4D-943C-AF4AF27ABAC5}" srcId="{46771681-418E-4B6C-9D16-A6B5CAFBE1A7}" destId="{69FB8ACA-D640-4214-8230-0923606145FF}" srcOrd="1" destOrd="0" parTransId="{71EC791D-3F05-41A4-B875-9840743F41B1}" sibTransId="{22D72F42-54B4-4EFD-83FC-837E2B35F767}"/>
    <dgm:cxn modelId="{90A3FB57-4935-4724-8A06-0D8650E48B5D}" srcId="{46771681-418E-4B6C-9D16-A6B5CAFBE1A7}" destId="{C6C710A8-ED20-49C3-9928-59C707409C6E}" srcOrd="0" destOrd="0" parTransId="{E004FE83-0016-4C9F-800C-68E0E8508A2C}" sibTransId="{3BACE86A-8152-4F31-85F5-3948ABD07A96}"/>
    <dgm:cxn modelId="{20FAC780-DE19-4079-9148-794ED56634DE}" type="presOf" srcId="{6861BE23-D778-4458-AAA2-23A82E2B4F67}" destId="{0B362CB7-D2D3-4D7E-8A2B-18EF6178CC61}" srcOrd="0" destOrd="1" presId="urn:microsoft.com/office/officeart/2005/8/layout/hList6"/>
    <dgm:cxn modelId="{67EE02BD-56A8-467D-B401-932D2832E20D}" type="presOf" srcId="{F579F54B-ADA1-42FD-A9BC-946DA0067FEB}" destId="{5179AB4E-3C08-46E8-9E2C-9CD72A9EC4D8}" srcOrd="0" destOrd="1" presId="urn:microsoft.com/office/officeart/2005/8/layout/hList6"/>
    <dgm:cxn modelId="{5474FBCD-49B1-4CE9-9F45-B6D65C8263F5}" type="presOf" srcId="{C6C710A8-ED20-49C3-9928-59C707409C6E}" destId="{0B362CB7-D2D3-4D7E-8A2B-18EF6178CC61}" srcOrd="0" destOrd="0" presId="urn:microsoft.com/office/officeart/2005/8/layout/hList6"/>
    <dgm:cxn modelId="{9C5767D3-3538-4FEF-9CAE-97442873EC99}" type="presOf" srcId="{69FB8ACA-D640-4214-8230-0923606145FF}" destId="{5179AB4E-3C08-46E8-9E2C-9CD72A9EC4D8}" srcOrd="0" destOrd="0" presId="urn:microsoft.com/office/officeart/2005/8/layout/hList6"/>
    <dgm:cxn modelId="{2D93C8D3-1245-485C-979A-E5874EF22475}" srcId="{69FB8ACA-D640-4214-8230-0923606145FF}" destId="{10625D33-960C-4E8A-B6E7-679723AACB78}" srcOrd="1" destOrd="0" parTransId="{AB45F79E-5FFB-4956-84FC-963E3824BA81}" sibTransId="{F659BABD-39B2-4706-B10E-372EF7CAF977}"/>
    <dgm:cxn modelId="{CB900CF0-2BBC-4D9F-A22E-7A39F1EE21F5}" type="presOf" srcId="{10625D33-960C-4E8A-B6E7-679723AACB78}" destId="{5179AB4E-3C08-46E8-9E2C-9CD72A9EC4D8}" srcOrd="0" destOrd="2" presId="urn:microsoft.com/office/officeart/2005/8/layout/hList6"/>
    <dgm:cxn modelId="{02B9FD23-FA98-4074-87D1-2938773B6A39}" type="presParOf" srcId="{C99806A9-6362-4C60-93F9-A967DC90484A}" destId="{0B362CB7-D2D3-4D7E-8A2B-18EF6178CC61}" srcOrd="0" destOrd="0" presId="urn:microsoft.com/office/officeart/2005/8/layout/hList6"/>
    <dgm:cxn modelId="{295CB369-5323-4422-B7EF-6869440D28FA}" type="presParOf" srcId="{C99806A9-6362-4C60-93F9-A967DC90484A}" destId="{B89FDD85-A95E-4714-9864-FBF9EDBA7B2C}" srcOrd="1" destOrd="0" presId="urn:microsoft.com/office/officeart/2005/8/layout/hList6"/>
    <dgm:cxn modelId="{15AB75D9-C9F5-4BD1-B2D9-594C95C34A4F}" type="presParOf" srcId="{C99806A9-6362-4C60-93F9-A967DC90484A}" destId="{5179AB4E-3C08-46E8-9E2C-9CD72A9EC4D8}" srcOrd="2" destOrd="0" presId="urn:microsoft.com/office/officeart/2005/8/layout/hList6"/>
  </dgm:cxnLst>
  <dgm:bg>
    <a:solidFill>
      <a:srgbClr val="FFFF00"/>
    </a:solidFill>
  </dgm:bg>
  <dgm:whole>
    <a:ln w="38100">
      <a:solidFill>
        <a:schemeClr val="tx1"/>
      </a:solidFill>
    </a:ln>
  </dgm:whole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B362CB7-D2D3-4D7E-8A2B-18EF6178CC61}">
      <dsp:nvSpPr>
        <dsp:cNvPr id="0" name=""/>
        <dsp:cNvSpPr/>
      </dsp:nvSpPr>
      <dsp:spPr>
        <a:xfrm rot="16200000">
          <a:off x="77105" y="238859"/>
          <a:ext cx="1181628" cy="1335206"/>
        </a:xfrm>
        <a:prstGeom prst="flowChartManualOperati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0" rIns="76398" bIns="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rgbClr val="7030A0"/>
              </a:solidFill>
            </a:rPr>
            <a:t>One Animal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kern="1200">
              <a:solidFill>
                <a:srgbClr val="7030A0"/>
              </a:solidFill>
            </a:rPr>
            <a:t>Cat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kern="1200">
              <a:solidFill>
                <a:srgbClr val="7030A0"/>
              </a:solidFill>
            </a:rPr>
            <a:t>Dog</a:t>
          </a:r>
        </a:p>
      </dsp:txBody>
      <dsp:txXfrm rot="5400000">
        <a:off x="316" y="551974"/>
        <a:ext cx="1335206" cy="708976"/>
      </dsp:txXfrm>
    </dsp:sp>
    <dsp:sp modelId="{5179AB4E-3C08-46E8-9E2C-9CD72A9EC4D8}">
      <dsp:nvSpPr>
        <dsp:cNvPr id="0" name=""/>
        <dsp:cNvSpPr/>
      </dsp:nvSpPr>
      <dsp:spPr>
        <a:xfrm rot="16200000">
          <a:off x="2067828" y="-34293"/>
          <a:ext cx="865599" cy="1881511"/>
        </a:xfrm>
        <a:prstGeom prst="flowChartManualOperati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0" rIns="76398" bIns="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rgbClr val="7030A0"/>
              </a:solidFill>
            </a:rPr>
            <a:t>Two Flower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kern="1200">
              <a:solidFill>
                <a:srgbClr val="7030A0"/>
              </a:solidFill>
            </a:rPr>
            <a:t>Rose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900" kern="1200">
              <a:solidFill>
                <a:srgbClr val="7030A0"/>
              </a:solidFill>
            </a:rPr>
            <a:t>Tulip</a:t>
          </a:r>
        </a:p>
      </dsp:txBody>
      <dsp:txXfrm rot="5400000">
        <a:off x="1559872" y="646783"/>
        <a:ext cx="1881511" cy="5193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6">
  <dgm:title val=""/>
  <dgm:desc val=""/>
  <dgm:catLst>
    <dgm:cat type="list" pri="1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ptType="node" refType="h"/>
      <dgm:constr type="w" for="ch" ptType="node" refType="w"/>
      <dgm:constr type="primFontSz" for="ch" ptType="node" op="equ"/>
      <dgm:constr type="w" for="ch" forName="sibTrans" refType="w" fact="0.075"/>
    </dgm:constrLst>
    <dgm:ruleLst/>
    <dgm:forEach name="nodesForEach" axis="ch" ptType="node">
      <dgm:layoutNode name="node">
        <dgm:varLst>
          <dgm:bulletEnabled val="1"/>
        </dgm:varLst>
        <dgm:alg type="tx"/>
        <dgm:choose name="Name4">
          <dgm:if name="Name5" func="var" arg="dir" op="equ" val="norm">
            <dgm:shape xmlns:r="http://schemas.openxmlformats.org/officeDocument/2006/relationships" rot="-90" type="flowChartManualOperation" r:blip="">
              <dgm:adjLst/>
            </dgm:shape>
          </dgm:if>
          <dgm:else name="Name6">
            <dgm:shape xmlns:r="http://schemas.openxmlformats.org/officeDocument/2006/relationships" rot="90" type="flowChartManualOperation" r:blip="">
              <dgm:adjLst/>
            </dgm:shape>
          </dgm:else>
        </dgm:choose>
        <dgm:presOf axis="desOrSelf" ptType="node"/>
        <dgm:constrLst>
          <dgm:constr type="primFontSz" val="65"/>
          <dgm:constr type="tMarg"/>
          <dgm:constr type="bMarg"/>
          <dgm:constr type="lMarg" refType="primFontSz" fact="0.5"/>
          <dgm:constr type="rMarg" refType="lMarg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9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2022-10-08T06:46:00Z</dcterms:created>
  <dcterms:modified xsi:type="dcterms:W3CDTF">2022-10-08T06:46:00Z</dcterms:modified>
</cp:coreProperties>
</file>